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2E03BA" w:rsidP="002E03BA">
      <w:pPr>
        <w:pStyle w:val="Listennummer"/>
      </w:pPr>
      <w:r>
        <w:t>eins</w:t>
      </w:r>
    </w:p>
    <w:p w:rsidR="002E03BA" w:rsidRDefault="002E03BA" w:rsidP="002E03BA">
      <w:pPr>
        <w:pStyle w:val="Listennummer2"/>
      </w:pPr>
      <w:r>
        <w:t>zwei</w:t>
      </w:r>
    </w:p>
    <w:p w:rsidR="002E03BA" w:rsidRDefault="002E03BA" w:rsidP="002E03BA">
      <w:pPr>
        <w:pStyle w:val="Listennummer3"/>
      </w:pPr>
      <w:r>
        <w:t>drei</w:t>
      </w:r>
    </w:p>
    <w:p w:rsidR="002E03BA" w:rsidRDefault="002E03BA" w:rsidP="002E03BA">
      <w:pPr>
        <w:pStyle w:val="Listenfortsetzung4"/>
      </w:pPr>
      <w:r>
        <w:t>vier</w:t>
      </w:r>
    </w:p>
    <w:p w:rsidR="002E03BA" w:rsidRDefault="002E03BA" w:rsidP="002E03BA">
      <w:pPr>
        <w:pStyle w:val="Listennummer5"/>
      </w:pPr>
      <w:r>
        <w:t>fünf</w:t>
      </w:r>
      <w:bookmarkStart w:id="0" w:name="_GoBack"/>
      <w:bookmarkEnd w:id="0"/>
    </w:p>
    <w:sectPr w:rsidR="002E03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88B7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9AC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FC2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5465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0432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E0A43CD"/>
    <w:multiLevelType w:val="multilevel"/>
    <w:tmpl w:val="30F0B99C"/>
    <w:styleLink w:val="ListefuenfEbenen"/>
    <w:lvl w:ilvl="0">
      <w:start w:val="1"/>
      <w:numFmt w:val="decimal"/>
      <w:pStyle w:val="Listennumm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ennummer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pStyle w:val="Listennummer3"/>
      <w:lvlText w:val="%3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3">
      <w:start w:val="1"/>
      <w:numFmt w:val="bullet"/>
      <w:pStyle w:val="Listenfortsetzung4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color w:val="4F81BD" w:themeColor="accent1"/>
      </w:rPr>
    </w:lvl>
    <w:lvl w:ilvl="4">
      <w:start w:val="1"/>
      <w:numFmt w:val="bullet"/>
      <w:pStyle w:val="Listennummer5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3119"/>
        </w:tabs>
        <w:ind w:left="3119" w:hanging="284"/>
      </w:pPr>
      <w:rPr>
        <w:rFonts w:ascii="Calibri" w:hAnsi="Calibri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BA"/>
    <w:rsid w:val="00046870"/>
    <w:rsid w:val="00285757"/>
    <w:rsid w:val="002E03BA"/>
    <w:rsid w:val="003F7674"/>
    <w:rsid w:val="00647572"/>
    <w:rsid w:val="00896799"/>
    <w:rsid w:val="008E3E40"/>
    <w:rsid w:val="00A81413"/>
    <w:rsid w:val="00AE7FFC"/>
    <w:rsid w:val="00D33A78"/>
    <w:rsid w:val="00DE77DE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03BA"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ListefuenfEbenen">
    <w:name w:val="Liste_fuenf_Ebenen"/>
    <w:uiPriority w:val="99"/>
    <w:rsid w:val="002E03BA"/>
    <w:pPr>
      <w:numPr>
        <w:numId w:val="6"/>
      </w:numPr>
    </w:pPr>
  </w:style>
  <w:style w:type="paragraph" w:styleId="Listennummer">
    <w:name w:val="List Number"/>
    <w:basedOn w:val="Standard"/>
    <w:uiPriority w:val="99"/>
    <w:rsid w:val="002E03BA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rsid w:val="002E03BA"/>
    <w:pPr>
      <w:numPr>
        <w:ilvl w:val="1"/>
        <w:numId w:val="6"/>
      </w:numPr>
      <w:contextualSpacing/>
    </w:pPr>
  </w:style>
  <w:style w:type="paragraph" w:styleId="Listennummer3">
    <w:name w:val="List Number 3"/>
    <w:basedOn w:val="Standard"/>
    <w:uiPriority w:val="99"/>
    <w:rsid w:val="002E03BA"/>
    <w:pPr>
      <w:numPr>
        <w:ilvl w:val="2"/>
        <w:numId w:val="6"/>
      </w:numPr>
      <w:contextualSpacing/>
    </w:pPr>
  </w:style>
  <w:style w:type="paragraph" w:styleId="Listenfortsetzung4">
    <w:name w:val="List Continue 4"/>
    <w:basedOn w:val="Standard"/>
    <w:uiPriority w:val="99"/>
    <w:unhideWhenUsed/>
    <w:rsid w:val="002E03BA"/>
    <w:pPr>
      <w:numPr>
        <w:ilvl w:val="3"/>
        <w:numId w:val="6"/>
      </w:numPr>
      <w:spacing w:after="120"/>
      <w:contextualSpacing/>
    </w:pPr>
  </w:style>
  <w:style w:type="paragraph" w:styleId="Listennummer5">
    <w:name w:val="List Number 5"/>
    <w:basedOn w:val="Standard"/>
    <w:uiPriority w:val="99"/>
    <w:rsid w:val="002E03BA"/>
    <w:pPr>
      <w:numPr>
        <w:ilvl w:val="4"/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03BA"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ListefuenfEbenen">
    <w:name w:val="Liste_fuenf_Ebenen"/>
    <w:uiPriority w:val="99"/>
    <w:rsid w:val="002E03BA"/>
    <w:pPr>
      <w:numPr>
        <w:numId w:val="6"/>
      </w:numPr>
    </w:pPr>
  </w:style>
  <w:style w:type="paragraph" w:styleId="Listennummer">
    <w:name w:val="List Number"/>
    <w:basedOn w:val="Standard"/>
    <w:uiPriority w:val="99"/>
    <w:rsid w:val="002E03BA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rsid w:val="002E03BA"/>
    <w:pPr>
      <w:numPr>
        <w:ilvl w:val="1"/>
        <w:numId w:val="6"/>
      </w:numPr>
      <w:contextualSpacing/>
    </w:pPr>
  </w:style>
  <w:style w:type="paragraph" w:styleId="Listennummer3">
    <w:name w:val="List Number 3"/>
    <w:basedOn w:val="Standard"/>
    <w:uiPriority w:val="99"/>
    <w:rsid w:val="002E03BA"/>
    <w:pPr>
      <w:numPr>
        <w:ilvl w:val="2"/>
        <w:numId w:val="6"/>
      </w:numPr>
      <w:contextualSpacing/>
    </w:pPr>
  </w:style>
  <w:style w:type="paragraph" w:styleId="Listenfortsetzung4">
    <w:name w:val="List Continue 4"/>
    <w:basedOn w:val="Standard"/>
    <w:uiPriority w:val="99"/>
    <w:unhideWhenUsed/>
    <w:rsid w:val="002E03BA"/>
    <w:pPr>
      <w:numPr>
        <w:ilvl w:val="3"/>
        <w:numId w:val="6"/>
      </w:numPr>
      <w:spacing w:after="120"/>
      <w:contextualSpacing/>
    </w:pPr>
  </w:style>
  <w:style w:type="paragraph" w:styleId="Listennummer5">
    <w:name w:val="List Number 5"/>
    <w:basedOn w:val="Standard"/>
    <w:uiPriority w:val="99"/>
    <w:rsid w:val="002E03BA"/>
    <w:pPr>
      <w:numPr>
        <w:ilvl w:val="4"/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Normal_reduzierte%20FV-Anzei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Normal_reduzierte FV-Anzeige.dotx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1</cp:revision>
  <dcterms:created xsi:type="dcterms:W3CDTF">2012-04-06T09:54:00Z</dcterms:created>
  <dcterms:modified xsi:type="dcterms:W3CDTF">2012-04-06T09:59:00Z</dcterms:modified>
</cp:coreProperties>
</file>